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8C" w:rsidRPr="004F64DF" w:rsidRDefault="0090408C" w:rsidP="007E1F42">
      <w:pPr>
        <w:spacing w:line="560" w:lineRule="exact"/>
        <w:jc w:val="left"/>
        <w:rPr>
          <w:rFonts w:ascii="方正黑体_GBK" w:eastAsia="方正黑体_GBK"/>
          <w:sz w:val="28"/>
          <w:szCs w:val="36"/>
        </w:rPr>
      </w:pPr>
      <w:r w:rsidRPr="004F64DF">
        <w:rPr>
          <w:rFonts w:ascii="方正黑体_GBK" w:eastAsia="方正黑体_GBK" w:hAnsi="黑体" w:hint="eastAsia"/>
          <w:sz w:val="32"/>
          <w:szCs w:val="32"/>
        </w:rPr>
        <w:t>附件</w:t>
      </w:r>
      <w:r w:rsidRPr="004F64DF">
        <w:rPr>
          <w:rFonts w:ascii="方正黑体_GBK" w:eastAsia="方正黑体_GBK" w:hAnsi="黑体"/>
          <w:sz w:val="32"/>
          <w:szCs w:val="32"/>
        </w:rPr>
        <w:t xml:space="preserve"> </w:t>
      </w:r>
      <w:r>
        <w:rPr>
          <w:rFonts w:ascii="方正黑体_GBK" w:eastAsia="方正黑体_GBK" w:hAnsi="黑体"/>
          <w:sz w:val="32"/>
          <w:szCs w:val="32"/>
        </w:rPr>
        <w:t>2</w:t>
      </w:r>
      <w:r w:rsidRPr="004F64DF">
        <w:rPr>
          <w:rFonts w:ascii="方正黑体_GBK" w:eastAsia="方正黑体_GBK"/>
          <w:sz w:val="28"/>
          <w:szCs w:val="36"/>
        </w:rPr>
        <w:t>    </w:t>
      </w:r>
    </w:p>
    <w:p w:rsidR="0090408C" w:rsidRPr="007E1F42" w:rsidRDefault="0090408C" w:rsidP="007E1F42">
      <w:pPr>
        <w:spacing w:line="560" w:lineRule="exact"/>
        <w:jc w:val="left"/>
        <w:rPr>
          <w:rFonts w:ascii="方正黑体_GBK" w:eastAsia="方正黑体_GBK"/>
          <w:sz w:val="28"/>
          <w:szCs w:val="36"/>
        </w:rPr>
      </w:pPr>
    </w:p>
    <w:p w:rsidR="0090408C" w:rsidRPr="004F64DF" w:rsidRDefault="0090408C" w:rsidP="007E1F42">
      <w:pPr>
        <w:spacing w:line="560" w:lineRule="exact"/>
        <w:jc w:val="center"/>
        <w:rPr>
          <w:rFonts w:ascii="方正大标宋_GBK" w:eastAsia="方正大标宋_GBK" w:hAnsi="方正大标宋_GBK"/>
          <w:sz w:val="44"/>
          <w:szCs w:val="44"/>
        </w:rPr>
      </w:pPr>
      <w:r>
        <w:rPr>
          <w:rFonts w:ascii="方正大标宋_GBK" w:eastAsia="方正大标宋_GBK" w:hAnsi="方正大标宋_GBK" w:hint="eastAsia"/>
          <w:sz w:val="44"/>
          <w:szCs w:val="44"/>
        </w:rPr>
        <w:t>住建行业</w:t>
      </w:r>
      <w:r w:rsidRPr="004F64DF">
        <w:rPr>
          <w:rFonts w:ascii="方正大标宋_GBK" w:eastAsia="方正大标宋_GBK" w:hAnsi="方正大标宋_GBK" w:hint="eastAsia"/>
          <w:sz w:val="44"/>
          <w:szCs w:val="44"/>
        </w:rPr>
        <w:t>专属“粤商通”二维码</w:t>
      </w:r>
    </w:p>
    <w:p w:rsidR="0090408C" w:rsidRDefault="0090408C" w:rsidP="00120FD0">
      <w:pPr>
        <w:jc w:val="left"/>
        <w:rPr>
          <w:sz w:val="28"/>
          <w:szCs w:val="36"/>
        </w:rPr>
      </w:pPr>
    </w:p>
    <w:p w:rsidR="0090408C" w:rsidRDefault="0090408C" w:rsidP="00120FD0">
      <w:pPr>
        <w:jc w:val="center"/>
      </w:pPr>
    </w:p>
    <w:p w:rsidR="0090408C" w:rsidRDefault="0090408C" w:rsidP="00120FD0">
      <w:pPr>
        <w:spacing w:line="560" w:lineRule="exact"/>
        <w:jc w:val="center"/>
      </w:pPr>
    </w:p>
    <w:p w:rsidR="0090408C" w:rsidRDefault="0090408C" w:rsidP="00120FD0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9" o:spid="_x0000_i1025" type="#_x0000_t75" alt="江门市市住房和城乡建设局" style="width:89.25pt;height:89.25pt;visibility:visible">
            <v:imagedata r:id="rId6" o:title=""/>
          </v:shape>
        </w:pict>
      </w:r>
    </w:p>
    <w:p w:rsidR="0090408C" w:rsidRPr="00120FD0" w:rsidRDefault="0090408C" w:rsidP="00120FD0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90408C" w:rsidRPr="00120FD0" w:rsidRDefault="0090408C" w:rsidP="00AC53E5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120FD0">
        <w:rPr>
          <w:rFonts w:ascii="方正仿宋_GBK" w:eastAsia="方正仿宋_GBK" w:hint="eastAsia"/>
          <w:sz w:val="32"/>
          <w:szCs w:val="32"/>
        </w:rPr>
        <w:t>注：请使用</w:t>
      </w:r>
      <w:bookmarkStart w:id="0" w:name="_GoBack"/>
      <w:bookmarkEnd w:id="0"/>
      <w:r w:rsidRPr="00120FD0">
        <w:rPr>
          <w:rFonts w:ascii="方正仿宋_GBK" w:eastAsia="方正仿宋_GBK" w:hint="eastAsia"/>
          <w:sz w:val="32"/>
          <w:szCs w:val="32"/>
        </w:rPr>
        <w:t>手机移动网络扫码下载</w:t>
      </w:r>
    </w:p>
    <w:p w:rsidR="0090408C" w:rsidRDefault="0090408C" w:rsidP="00120FD0">
      <w:pPr>
        <w:spacing w:line="560" w:lineRule="exact"/>
      </w:pPr>
    </w:p>
    <w:p w:rsidR="0090408C" w:rsidRDefault="0090408C" w:rsidP="00120FD0">
      <w:pPr>
        <w:spacing w:line="560" w:lineRule="exact"/>
      </w:pPr>
    </w:p>
    <w:p w:rsidR="0090408C" w:rsidRDefault="0090408C" w:rsidP="00120FD0">
      <w:pPr>
        <w:spacing w:line="560" w:lineRule="exact"/>
      </w:pPr>
    </w:p>
    <w:p w:rsidR="0090408C" w:rsidRDefault="0090408C" w:rsidP="00120FD0">
      <w:pPr>
        <w:spacing w:line="560" w:lineRule="exact"/>
      </w:pPr>
    </w:p>
    <w:p w:rsidR="0090408C" w:rsidRDefault="0090408C" w:rsidP="00120FD0">
      <w:pPr>
        <w:spacing w:line="560" w:lineRule="exact"/>
      </w:pPr>
    </w:p>
    <w:sectPr w:rsidR="0090408C" w:rsidSect="004F64DF">
      <w:pgSz w:w="11906" w:h="16838" w:code="141"/>
      <w:pgMar w:top="1701" w:right="1701" w:bottom="1701" w:left="1701" w:header="0" w:footer="170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08C" w:rsidRDefault="0090408C" w:rsidP="007E1F42">
      <w:r>
        <w:separator/>
      </w:r>
    </w:p>
  </w:endnote>
  <w:endnote w:type="continuationSeparator" w:id="0">
    <w:p w:rsidR="0090408C" w:rsidRDefault="0090408C" w:rsidP="007E1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08C" w:rsidRDefault="0090408C" w:rsidP="007E1F42">
      <w:r>
        <w:separator/>
      </w:r>
    </w:p>
  </w:footnote>
  <w:footnote w:type="continuationSeparator" w:id="0">
    <w:p w:rsidR="0090408C" w:rsidRDefault="0090408C" w:rsidP="007E1F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18E1"/>
    <w:rsid w:val="000B4E42"/>
    <w:rsid w:val="00120FD0"/>
    <w:rsid w:val="00383484"/>
    <w:rsid w:val="004F64DF"/>
    <w:rsid w:val="005B0952"/>
    <w:rsid w:val="006418E1"/>
    <w:rsid w:val="00683CB5"/>
    <w:rsid w:val="007A6237"/>
    <w:rsid w:val="007E1F42"/>
    <w:rsid w:val="00856C91"/>
    <w:rsid w:val="00884517"/>
    <w:rsid w:val="0090408C"/>
    <w:rsid w:val="0094292F"/>
    <w:rsid w:val="0095465B"/>
    <w:rsid w:val="00AC53E5"/>
    <w:rsid w:val="00EF10F8"/>
    <w:rsid w:val="1D9C035E"/>
    <w:rsid w:val="3A011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65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20FD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20FD0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E1F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E1F42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7E1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E1F42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</Words>
  <Characters>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 2    </dc:title>
  <dc:subject/>
  <dc:creator>Administrator</dc:creator>
  <cp:keywords/>
  <dc:description/>
  <cp:lastModifiedBy>吴文清</cp:lastModifiedBy>
  <cp:revision>2</cp:revision>
  <dcterms:created xsi:type="dcterms:W3CDTF">2020-09-22T02:12:00Z</dcterms:created>
  <dcterms:modified xsi:type="dcterms:W3CDTF">2020-09-22T02:12:00Z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